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037CE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12</w:t>
      </w:r>
      <w:bookmarkStart w:id="0" w:name="_GoBack"/>
      <w:bookmarkEnd w:id="0"/>
      <w:r w:rsidR="000C1EB8">
        <w:rPr>
          <w:rFonts w:ascii="Arial Narrow" w:hAnsi="Arial Narrow"/>
          <w:sz w:val="22"/>
          <w:lang w:val="de-DE"/>
        </w:rPr>
        <w:t>. Sitzung | WS 201</w:t>
      </w:r>
      <w:r w:rsidR="008D2BDB"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 w:rsidR="008D2BDB"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037CEB">
        <w:rPr>
          <w:rFonts w:ascii="Arial Narrow" w:hAnsi="Arial Narrow"/>
          <w:noProof/>
          <w:sz w:val="22"/>
          <w:lang w:val="de-DE"/>
        </w:rPr>
        <w:t>18.12.2012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F26F78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847C80" w:rsidRPr="00847C80" w:rsidRDefault="000C1EB8" w:rsidP="00847C80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0C1EB8" w:rsidRDefault="00ED2F3F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Status </w:t>
      </w:r>
      <w:proofErr w:type="spellStart"/>
      <w:r>
        <w:rPr>
          <w:rFonts w:ascii="Arial Narrow" w:hAnsi="Arial Narrow"/>
          <w:sz w:val="22"/>
          <w:lang w:val="de-DE"/>
        </w:rPr>
        <w:t>Beamer</w:t>
      </w:r>
      <w:proofErr w:type="spellEnd"/>
      <w:r>
        <w:rPr>
          <w:rFonts w:ascii="Arial Narrow" w:hAnsi="Arial Narrow"/>
          <w:sz w:val="22"/>
          <w:lang w:val="de-DE"/>
        </w:rPr>
        <w:t xml:space="preserve"> Aula?</w:t>
      </w:r>
    </w:p>
    <w:p w:rsidR="001A3BCC" w:rsidRDefault="001568DB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Aufnahme von Karl als ZBV</w:t>
      </w:r>
    </w:p>
    <w:p w:rsidR="00BC3AF5" w:rsidRPr="00BC3AF5" w:rsidRDefault="001568DB" w:rsidP="00BC3AF5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Freischaltung, Account</w:t>
      </w:r>
    </w:p>
    <w:p w:rsidR="00BC3AF5" w:rsidRDefault="00BC3AF5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Raum hinter Bar,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aufräumen, Schränke durch schauen, wer, wann?</w:t>
      </w:r>
    </w:p>
    <w:p w:rsidR="00240A9E" w:rsidRDefault="00240A9E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Verleihliste</w:t>
      </w:r>
    </w:p>
    <w:p w:rsidR="00240A9E" w:rsidRDefault="00240A9E" w:rsidP="00240A9E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Tischtennisbälle auf andere Liste</w:t>
      </w:r>
    </w:p>
    <w:p w:rsidR="00240A9E" w:rsidRDefault="00240A9E" w:rsidP="00240A9E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 Listen drucken da alte voll</w:t>
      </w:r>
      <w:r w:rsidR="00096C71">
        <w:rPr>
          <w:rFonts w:ascii="Arial Narrow" w:hAnsi="Arial Narrow"/>
          <w:sz w:val="22"/>
          <w:lang w:val="de-DE"/>
        </w:rPr>
        <w:t xml:space="preserve"> &gt; </w:t>
      </w:r>
      <w:r w:rsidR="00433E76">
        <w:rPr>
          <w:rFonts w:ascii="Arial Narrow" w:hAnsi="Arial Narrow"/>
          <w:sz w:val="22"/>
          <w:lang w:val="de-DE"/>
        </w:rPr>
        <w:t>erledigt</w:t>
      </w:r>
    </w:p>
    <w:p w:rsidR="00240A9E" w:rsidRDefault="00240A9E" w:rsidP="00240A9E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Ausleihe vom Juli zurück?</w:t>
      </w:r>
    </w:p>
    <w:p w:rsidR="008546F2" w:rsidRDefault="008546F2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Schulung Lebensmittelhygiene (Flyer)</w:t>
      </w:r>
    </w:p>
    <w:p w:rsidR="008546F2" w:rsidRDefault="008546F2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Restliche Nikoläuse</w:t>
      </w:r>
    </w:p>
    <w:p w:rsidR="0012615D" w:rsidRDefault="0012615D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Herdplatten von IBC besorgen, Herr Schaumann wollte diese über Weihnachten  ausleihen, steht schon als Reservierung auf Ausleihliste</w:t>
      </w:r>
    </w:p>
    <w:p w:rsidR="0012615D" w:rsidRDefault="0012615D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 – Kaution Ausleihe Glühweinkocher liegt auf Safe, wird Donnerstag wieder gebracht</w:t>
      </w:r>
    </w:p>
    <w:p w:rsidR="00E9532E" w:rsidRDefault="00E9532E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Flyer Interesse?</w:t>
      </w:r>
    </w:p>
    <w:p w:rsidR="00E9532E" w:rsidRDefault="00E9532E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E-Mail Sabine</w:t>
      </w:r>
    </w:p>
    <w:p w:rsidR="00427371" w:rsidRDefault="006231BB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Diskussion Integration der Website</w:t>
      </w:r>
    </w:p>
    <w:p w:rsidR="00352640" w:rsidRDefault="00352640" w:rsidP="00A8187C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Erreichbarkeit</w:t>
      </w:r>
    </w:p>
    <w:p w:rsidR="00352640" w:rsidRDefault="00352640" w:rsidP="00A8187C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Zugangsdaten</w:t>
      </w:r>
    </w:p>
    <w:p w:rsidR="00352640" w:rsidRDefault="00352640" w:rsidP="00A8187C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Will Micha sich drum kümmern? Oder jemand anderes?</w:t>
      </w:r>
    </w:p>
    <w:p w:rsidR="00352640" w:rsidRDefault="00433E76" w:rsidP="00A8187C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Fotos auf F</w:t>
      </w:r>
      <w:r w:rsidR="00352640">
        <w:rPr>
          <w:rFonts w:ascii="Arial Narrow" w:hAnsi="Arial Narrow"/>
          <w:sz w:val="22"/>
          <w:lang w:val="de-DE"/>
        </w:rPr>
        <w:t>acebook</w:t>
      </w:r>
    </w:p>
    <w:sectPr w:rsidR="00352640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3C2" w:rsidRDefault="009643C2">
      <w:pPr>
        <w:spacing w:line="20" w:lineRule="exact"/>
      </w:pPr>
    </w:p>
  </w:endnote>
  <w:endnote w:type="continuationSeparator" w:id="0">
    <w:p w:rsidR="009643C2" w:rsidRDefault="009643C2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9643C2" w:rsidRDefault="009643C2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3C2" w:rsidRDefault="009643C2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9643C2" w:rsidRDefault="009643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C2" w:rsidRDefault="009643C2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643C2" w:rsidRDefault="009643C2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643C2" w:rsidRPr="00CF0EE6" w:rsidRDefault="009643C2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37CEB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9643C2" w:rsidRPr="00CF0EE6" w:rsidRDefault="009643C2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9643C2" w:rsidRPr="00CF0EE6" w:rsidRDefault="009643C2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9643C2" w:rsidRPr="00CF0EE6" w:rsidRDefault="009643C2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F3F"/>
    <w:rsid w:val="00010829"/>
    <w:rsid w:val="000243CF"/>
    <w:rsid w:val="00037CEB"/>
    <w:rsid w:val="000459F9"/>
    <w:rsid w:val="00052A2E"/>
    <w:rsid w:val="00063E3E"/>
    <w:rsid w:val="00094624"/>
    <w:rsid w:val="00096C71"/>
    <w:rsid w:val="000A4FD2"/>
    <w:rsid w:val="000B2E2D"/>
    <w:rsid w:val="000C1EB8"/>
    <w:rsid w:val="000C2A6E"/>
    <w:rsid w:val="000D74D9"/>
    <w:rsid w:val="00103636"/>
    <w:rsid w:val="0011608E"/>
    <w:rsid w:val="0012615D"/>
    <w:rsid w:val="001364FA"/>
    <w:rsid w:val="0014473D"/>
    <w:rsid w:val="00144E86"/>
    <w:rsid w:val="001568DB"/>
    <w:rsid w:val="001A3BCC"/>
    <w:rsid w:val="001C7E80"/>
    <w:rsid w:val="001D3317"/>
    <w:rsid w:val="001D47FD"/>
    <w:rsid w:val="001F5D4C"/>
    <w:rsid w:val="00203683"/>
    <w:rsid w:val="00211E26"/>
    <w:rsid w:val="00240A9E"/>
    <w:rsid w:val="0027326A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52640"/>
    <w:rsid w:val="0036697F"/>
    <w:rsid w:val="003733CC"/>
    <w:rsid w:val="003775B0"/>
    <w:rsid w:val="00391B8E"/>
    <w:rsid w:val="00396AA7"/>
    <w:rsid w:val="003B669B"/>
    <w:rsid w:val="004108F1"/>
    <w:rsid w:val="00425EF5"/>
    <w:rsid w:val="00427371"/>
    <w:rsid w:val="00433E76"/>
    <w:rsid w:val="004359A0"/>
    <w:rsid w:val="00441B0C"/>
    <w:rsid w:val="00487AF4"/>
    <w:rsid w:val="004B686B"/>
    <w:rsid w:val="004D1F62"/>
    <w:rsid w:val="00501683"/>
    <w:rsid w:val="00501BD9"/>
    <w:rsid w:val="00543129"/>
    <w:rsid w:val="005B1C22"/>
    <w:rsid w:val="005F45A2"/>
    <w:rsid w:val="00602994"/>
    <w:rsid w:val="00606F9B"/>
    <w:rsid w:val="00617DDD"/>
    <w:rsid w:val="006231BB"/>
    <w:rsid w:val="00672331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47C80"/>
    <w:rsid w:val="008546F2"/>
    <w:rsid w:val="008743D8"/>
    <w:rsid w:val="008C250E"/>
    <w:rsid w:val="008D16EC"/>
    <w:rsid w:val="008D2BDB"/>
    <w:rsid w:val="008F7364"/>
    <w:rsid w:val="00927544"/>
    <w:rsid w:val="009301A0"/>
    <w:rsid w:val="00937828"/>
    <w:rsid w:val="009643C2"/>
    <w:rsid w:val="009757B0"/>
    <w:rsid w:val="009906B7"/>
    <w:rsid w:val="009A7337"/>
    <w:rsid w:val="009B7B2F"/>
    <w:rsid w:val="009D3E73"/>
    <w:rsid w:val="009E6CE4"/>
    <w:rsid w:val="00A05515"/>
    <w:rsid w:val="00A448D9"/>
    <w:rsid w:val="00A44D35"/>
    <w:rsid w:val="00A8187C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C3AF5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E41E2"/>
    <w:rsid w:val="00CF0EE6"/>
    <w:rsid w:val="00D55BFE"/>
    <w:rsid w:val="00D62D7D"/>
    <w:rsid w:val="00D72922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532E"/>
    <w:rsid w:val="00E97E93"/>
    <w:rsid w:val="00EA30A5"/>
    <w:rsid w:val="00EB31F2"/>
    <w:rsid w:val="00ED2F3F"/>
    <w:rsid w:val="00F15EEB"/>
    <w:rsid w:val="00F26F78"/>
    <w:rsid w:val="00F834DE"/>
    <w:rsid w:val="00FD032B"/>
    <w:rsid w:val="00FD2F2E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2-13\02%20-%20Sitzungen\02-01%20-%20AStA\Agenda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Agenda_WS2012-13_Vorlage.dotx</Template>
  <TotalTime>0</TotalTime>
  <Pages>1</Pages>
  <Words>123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Janine Woytera</cp:lastModifiedBy>
  <cp:revision>23</cp:revision>
  <cp:lastPrinted>2012-12-18T11:53:00Z</cp:lastPrinted>
  <dcterms:created xsi:type="dcterms:W3CDTF">2012-12-04T16:51:00Z</dcterms:created>
  <dcterms:modified xsi:type="dcterms:W3CDTF">2012-12-18T13:15:00Z</dcterms:modified>
</cp:coreProperties>
</file>